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7C613" w14:textId="77777777" w:rsidR="00FC48B2" w:rsidRDefault="007E1D5F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477C615" w14:textId="77777777" w:rsidR="00CC3D37" w:rsidRDefault="007E1D5F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477C616" w14:textId="73EC6B5E" w:rsidR="00CC3D37" w:rsidRPr="00D83795" w:rsidRDefault="007E1D5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7E1D5F">
        <w:rPr>
          <w:sz w:val="22"/>
          <w:szCs w:val="22"/>
          <w:lang w:eastAsia="en-AU"/>
        </w:rPr>
        <w:t>MSF31113 - Certificate III in Cabinet Making (</w:t>
      </w:r>
      <w:r w:rsidR="00C637E7">
        <w:rPr>
          <w:sz w:val="22"/>
          <w:szCs w:val="22"/>
          <w:lang w:eastAsia="en-AU"/>
        </w:rPr>
        <w:t>6</w:t>
      </w:r>
      <w:r w:rsidRPr="007E1D5F">
        <w:rPr>
          <w:sz w:val="22"/>
          <w:szCs w:val="22"/>
          <w:lang w:eastAsia="en-AU"/>
        </w:rPr>
        <w:t>)</w:t>
      </w:r>
    </w:p>
    <w:p w14:paraId="4477C617" w14:textId="77777777" w:rsidR="00CC3D37" w:rsidRPr="00D83795" w:rsidRDefault="005401A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77C618" w14:textId="77777777" w:rsidR="00CC3D37" w:rsidRDefault="007E1D5F" w:rsidP="00CC3D37">
      <w:pPr>
        <w:pStyle w:val="Heading3"/>
      </w:pPr>
      <w:r w:rsidRPr="007A6B4A">
        <w:t>Unit code, name and release number</w:t>
      </w:r>
    </w:p>
    <w:p w14:paraId="4477C619" w14:textId="545FE7A1" w:rsidR="00CC3D37" w:rsidRPr="00D83795" w:rsidRDefault="007E1D5F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MSMENV272 - Participate in environmentally sustainable work practices (</w:t>
      </w:r>
      <w:r w:rsidR="00C637E7">
        <w:rPr>
          <w:sz w:val="22"/>
          <w:szCs w:val="22"/>
          <w:lang w:eastAsia="en-AU"/>
        </w:rPr>
        <w:t>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4477C61A" w14:textId="77777777" w:rsidR="00CC3D37" w:rsidRPr="00D83795" w:rsidRDefault="005401A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77C61B" w14:textId="77777777" w:rsidR="00BC4442" w:rsidRPr="004A551B" w:rsidRDefault="007E1D5F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477C61C" w14:textId="77777777" w:rsidR="0040694E" w:rsidRPr="004A551B" w:rsidRDefault="007E1D5F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477C61D" w14:textId="77777777" w:rsidR="0040694E" w:rsidRPr="004A551B" w:rsidRDefault="007E1D5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</w:t>
      </w:r>
      <w:bookmarkStart w:id="2" w:name="_GoBack"/>
      <w:bookmarkEnd w:id="2"/>
      <w:r>
        <w:rPr>
          <w:sz w:val="22"/>
          <w:szCs w:val="22"/>
          <w:lang w:eastAsia="en-AU"/>
        </w:rPr>
        <w:t xml:space="preserve">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477C61E" w14:textId="77777777" w:rsidR="0040694E" w:rsidRPr="004A551B" w:rsidRDefault="007E1D5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477C61F" w14:textId="77777777" w:rsidR="0040694E" w:rsidRPr="004A551B" w:rsidRDefault="007E1D5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477C620" w14:textId="77777777" w:rsidR="0040694E" w:rsidRPr="004A551B" w:rsidRDefault="007E1D5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477C621" w14:textId="77777777" w:rsidR="0040694E" w:rsidRPr="004A551B" w:rsidRDefault="007E1D5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4477C622" w14:textId="77777777" w:rsidR="003F73CB" w:rsidRDefault="007E1D5F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6433AD" w14:paraId="4477C627" w14:textId="77777777" w:rsidTr="006433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477C623" w14:textId="77777777" w:rsidR="007E10A9" w:rsidRDefault="007E1D5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477C624" w14:textId="77777777" w:rsidR="007E10A9" w:rsidRDefault="007E1D5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477C625" w14:textId="77777777" w:rsidR="007E10A9" w:rsidRDefault="007E1D5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477C626" w14:textId="77777777" w:rsidR="007E10A9" w:rsidRDefault="007E1D5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6433AD" w14:paraId="4477C62C" w14:textId="77777777" w:rsidTr="006433AD">
        <w:tc>
          <w:tcPr>
            <w:tcW w:w="310" w:type="pct"/>
            <w:shd w:val="clear" w:color="auto" w:fill="2D739F"/>
            <w:vAlign w:val="top"/>
          </w:tcPr>
          <w:p w14:paraId="4477C628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477C629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2A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2B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31" w14:textId="77777777" w:rsidTr="006433AD">
        <w:tc>
          <w:tcPr>
            <w:tcW w:w="310" w:type="pct"/>
            <w:shd w:val="clear" w:color="auto" w:fill="2D739F"/>
            <w:vAlign w:val="top"/>
          </w:tcPr>
          <w:p w14:paraId="4477C62D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477C62E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2F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30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36" w14:textId="77777777" w:rsidTr="006433AD">
        <w:tc>
          <w:tcPr>
            <w:tcW w:w="310" w:type="pct"/>
            <w:shd w:val="clear" w:color="auto" w:fill="2D739F"/>
            <w:vAlign w:val="top"/>
          </w:tcPr>
          <w:p w14:paraId="4477C632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477C633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34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35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3B" w14:textId="77777777" w:rsidTr="006433AD">
        <w:tc>
          <w:tcPr>
            <w:tcW w:w="310" w:type="pct"/>
            <w:shd w:val="clear" w:color="auto" w:fill="2D739F"/>
            <w:vAlign w:val="top"/>
          </w:tcPr>
          <w:p w14:paraId="4477C637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477C638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39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3A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40" w14:textId="77777777" w:rsidTr="006433AD">
        <w:tc>
          <w:tcPr>
            <w:tcW w:w="310" w:type="pct"/>
            <w:shd w:val="clear" w:color="auto" w:fill="2D739F"/>
            <w:vAlign w:val="top"/>
          </w:tcPr>
          <w:p w14:paraId="4477C63C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477C63D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3E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3F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45" w14:textId="77777777" w:rsidTr="006433AD">
        <w:tc>
          <w:tcPr>
            <w:tcW w:w="310" w:type="pct"/>
            <w:shd w:val="clear" w:color="auto" w:fill="2D739F"/>
            <w:vAlign w:val="top"/>
          </w:tcPr>
          <w:p w14:paraId="4477C641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477C642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43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44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4A" w14:textId="77777777" w:rsidTr="006433AD">
        <w:tc>
          <w:tcPr>
            <w:tcW w:w="310" w:type="pct"/>
            <w:shd w:val="clear" w:color="auto" w:fill="2D739F"/>
            <w:vAlign w:val="top"/>
          </w:tcPr>
          <w:p w14:paraId="4477C646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4477C647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48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49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6433AD" w14:paraId="4477C64F" w14:textId="77777777" w:rsidTr="006433AD">
        <w:tc>
          <w:tcPr>
            <w:tcW w:w="310" w:type="pct"/>
            <w:shd w:val="clear" w:color="auto" w:fill="2D739F"/>
            <w:vAlign w:val="top"/>
          </w:tcPr>
          <w:p w14:paraId="4477C64B" w14:textId="77777777" w:rsidR="007E10A9" w:rsidRPr="007E10A9" w:rsidRDefault="007E1D5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8</w:t>
            </w:r>
          </w:p>
        </w:tc>
        <w:tc>
          <w:tcPr>
            <w:tcW w:w="2658" w:type="pct"/>
            <w:vAlign w:val="top"/>
          </w:tcPr>
          <w:p w14:paraId="4477C64C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477C64D" w14:textId="77777777" w:rsidR="007E10A9" w:rsidRDefault="005401A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477C64E" w14:textId="77777777" w:rsidR="007E10A9" w:rsidRDefault="005401A5" w:rsidP="007E10A9">
            <w:pPr>
              <w:rPr>
                <w:lang w:eastAsia="en-AU"/>
              </w:rPr>
            </w:pPr>
          </w:p>
        </w:tc>
      </w:tr>
      <w:tr w:rsidR="00541BF3" w14:paraId="2A94DD7C" w14:textId="77777777" w:rsidTr="006433AD">
        <w:tc>
          <w:tcPr>
            <w:tcW w:w="310" w:type="pct"/>
            <w:shd w:val="clear" w:color="auto" w:fill="2D739F"/>
            <w:vAlign w:val="top"/>
          </w:tcPr>
          <w:p w14:paraId="2D5D833A" w14:textId="2A403C92" w:rsidR="00541BF3" w:rsidRDefault="00541B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7801C36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C74326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67C246" w14:textId="77777777" w:rsidR="00541BF3" w:rsidRDefault="00541BF3" w:rsidP="007E10A9">
            <w:pPr>
              <w:rPr>
                <w:lang w:eastAsia="en-AU"/>
              </w:rPr>
            </w:pPr>
          </w:p>
        </w:tc>
      </w:tr>
      <w:tr w:rsidR="00541BF3" w14:paraId="591E979D" w14:textId="77777777" w:rsidTr="006433AD">
        <w:tc>
          <w:tcPr>
            <w:tcW w:w="310" w:type="pct"/>
            <w:shd w:val="clear" w:color="auto" w:fill="2D739F"/>
            <w:vAlign w:val="top"/>
          </w:tcPr>
          <w:p w14:paraId="30F5650B" w14:textId="74F4966F" w:rsidR="00541BF3" w:rsidRPr="007E10A9" w:rsidRDefault="00541B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51321C14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A6C173E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FC44F2E" w14:textId="77777777" w:rsidR="00541BF3" w:rsidRDefault="00541BF3" w:rsidP="007E10A9">
            <w:pPr>
              <w:rPr>
                <w:lang w:eastAsia="en-AU"/>
              </w:rPr>
            </w:pPr>
          </w:p>
        </w:tc>
      </w:tr>
      <w:tr w:rsidR="00541BF3" w14:paraId="6CB44BB0" w14:textId="77777777" w:rsidTr="006433AD">
        <w:tc>
          <w:tcPr>
            <w:tcW w:w="310" w:type="pct"/>
            <w:shd w:val="clear" w:color="auto" w:fill="2D739F"/>
            <w:vAlign w:val="top"/>
          </w:tcPr>
          <w:p w14:paraId="58F06D72" w14:textId="4E474FEF" w:rsidR="00541BF3" w:rsidRDefault="00541B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1AA393A5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063E3A1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320644A" w14:textId="77777777" w:rsidR="00541BF3" w:rsidRDefault="00541BF3" w:rsidP="007E10A9">
            <w:pPr>
              <w:rPr>
                <w:lang w:eastAsia="en-AU"/>
              </w:rPr>
            </w:pPr>
          </w:p>
        </w:tc>
      </w:tr>
      <w:tr w:rsidR="00541BF3" w14:paraId="4B5DEB4F" w14:textId="77777777" w:rsidTr="006433AD">
        <w:tc>
          <w:tcPr>
            <w:tcW w:w="310" w:type="pct"/>
            <w:shd w:val="clear" w:color="auto" w:fill="2D739F"/>
            <w:vAlign w:val="top"/>
          </w:tcPr>
          <w:p w14:paraId="6CA4B8CB" w14:textId="2249C241" w:rsidR="00541BF3" w:rsidRDefault="00541B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065227DB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8CFA373" w14:textId="77777777" w:rsidR="00541BF3" w:rsidRDefault="00541BF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0BE30AA" w14:textId="77777777" w:rsidR="00541BF3" w:rsidRDefault="00541BF3" w:rsidP="007E10A9">
            <w:pPr>
              <w:rPr>
                <w:lang w:eastAsia="en-AU"/>
              </w:rPr>
            </w:pPr>
          </w:p>
        </w:tc>
      </w:tr>
    </w:tbl>
    <w:p w14:paraId="4477C650" w14:textId="77777777" w:rsidR="00BC4442" w:rsidRDefault="005401A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7C663" w14:textId="77777777" w:rsidR="009611EA" w:rsidRDefault="007E1D5F">
      <w:pPr>
        <w:spacing w:before="0" w:after="0" w:line="240" w:lineRule="auto"/>
      </w:pPr>
      <w:r>
        <w:separator/>
      </w:r>
    </w:p>
  </w:endnote>
  <w:endnote w:type="continuationSeparator" w:id="0">
    <w:p w14:paraId="4477C665" w14:textId="77777777" w:rsidR="009611EA" w:rsidRDefault="007E1D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C654" w14:textId="77777777" w:rsidR="00CC4677" w:rsidRPr="004820C4" w:rsidRDefault="005401A5" w:rsidP="0002323C">
    <w:pPr>
      <w:pStyle w:val="Footer-DocumentTitleLeft"/>
    </w:pPr>
  </w:p>
  <w:p w14:paraId="4477C655" w14:textId="77777777" w:rsidR="00CC4677" w:rsidRDefault="007E1D5F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477C656" w14:textId="77777777" w:rsidR="00CC4677" w:rsidRPr="0006452B" w:rsidRDefault="005401A5" w:rsidP="00EE3A11"/>
  <w:p w14:paraId="4477C657" w14:textId="77777777" w:rsidR="00BA0812" w:rsidRDefault="005401A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1E9C7A25" w14:textId="21886C2B" w:rsidR="007E1D5F" w:rsidRDefault="007E1D5F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541BF3">
              <w:t>MSMENV272_STDec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5401A5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5401A5">
          <w:rPr>
            <w:noProof/>
          </w:rPr>
          <w:t>2</w:t>
        </w:r>
        <w:r>
          <w:rPr>
            <w:noProof/>
          </w:rPr>
          <w:fldChar w:fldCharType="end"/>
        </w:r>
      </w:p>
      <w:p w14:paraId="4477C658" w14:textId="4F98B80B" w:rsidR="00BA0812" w:rsidRDefault="007E1D5F" w:rsidP="00CC3D37">
        <w:pPr>
          <w:pStyle w:val="Bodyfooter"/>
          <w:rPr>
            <w:noProof/>
          </w:rPr>
        </w:pPr>
        <w:r>
          <w:rPr>
            <w:noProof/>
          </w:rPr>
          <w:t xml:space="preserve">Resource ID: </w:t>
        </w:r>
        <w:r w:rsidR="005401A5" w:rsidRPr="005401A5">
          <w:t>MRS_18_03_MSMENV272_STDec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C65B" w14:textId="77777777" w:rsidR="00AA3155" w:rsidRPr="008D467A" w:rsidRDefault="007E1D5F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477C65C" w14:textId="77777777" w:rsidR="00AA3155" w:rsidRPr="008948B1" w:rsidRDefault="007E1D5F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477C65D" w14:textId="77777777" w:rsidR="00CC4677" w:rsidRPr="00AA3155" w:rsidRDefault="005401A5" w:rsidP="00EE3A11">
    <w:pPr>
      <w:pStyle w:val="Footer"/>
    </w:pPr>
  </w:p>
  <w:p w14:paraId="4477C65E" w14:textId="77777777" w:rsidR="00BA0812" w:rsidRDefault="005401A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7C65F" w14:textId="77777777" w:rsidR="009611EA" w:rsidRDefault="007E1D5F">
      <w:pPr>
        <w:spacing w:before="0" w:after="0" w:line="240" w:lineRule="auto"/>
      </w:pPr>
      <w:r>
        <w:separator/>
      </w:r>
    </w:p>
  </w:footnote>
  <w:footnote w:type="continuationSeparator" w:id="0">
    <w:p w14:paraId="4477C661" w14:textId="77777777" w:rsidR="009611EA" w:rsidRDefault="007E1D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C651" w14:textId="77777777" w:rsidR="00CC4677" w:rsidRDefault="005401A5" w:rsidP="00EE3A11"/>
  <w:p w14:paraId="4477C652" w14:textId="77777777" w:rsidR="00BA0812" w:rsidRDefault="005401A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C653" w14:textId="77777777" w:rsidR="00BA0812" w:rsidRDefault="007E1D5F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477C65F" wp14:editId="4477C66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C659" w14:textId="77777777" w:rsidR="004238CB" w:rsidRDefault="005401A5" w:rsidP="00EE3A11">
    <w:pPr>
      <w:pStyle w:val="Header"/>
    </w:pPr>
  </w:p>
  <w:p w14:paraId="4477C65A" w14:textId="77777777" w:rsidR="00BA0812" w:rsidRDefault="005401A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C865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62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568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59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45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00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C3D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CA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149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8ACF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80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83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965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A79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1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27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0F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D69F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914FCA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2F9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C2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81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E3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0CC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AA9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28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328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EB7C8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A5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841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A4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2D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6AB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4C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49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082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1AD01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20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960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6F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AE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0C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14AE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AB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8D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0CDCC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E10C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08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E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29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FC1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C1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89F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0428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B854E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63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00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AA7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45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BC0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442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09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8642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E06C39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8B4DF5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9467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1E268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E2A626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F9804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5A2891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004B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860394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7426743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F0681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08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90B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17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AB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C34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5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C7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E962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6A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D44F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2B8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64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A88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F8F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50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D4059C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DE2F8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E61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C2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23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EE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A0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4D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E5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19843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30D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EA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D6E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48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85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638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80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587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7598D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8A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98EF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C1F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E13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EEA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6C6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89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EA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BC00D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26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0F0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65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AC2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70D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AD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42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98C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70C49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E923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6F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6C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401F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9E8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3EE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61D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AE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1CA69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2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EF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CC6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A9E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EF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A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08C9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22C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F3C2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A9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4C8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692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EA4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00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3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F8D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813EA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C4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5023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C47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0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60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AE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22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B06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33604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2D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B6E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ACD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1E2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4E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28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A7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443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71C04CD4">
      <w:start w:val="1"/>
      <w:numFmt w:val="decimal"/>
      <w:lvlText w:val="%1."/>
      <w:lvlJc w:val="left"/>
      <w:pPr>
        <w:ind w:left="720" w:hanging="360"/>
      </w:pPr>
    </w:lvl>
    <w:lvl w:ilvl="1" w:tplc="F77E40EE">
      <w:start w:val="1"/>
      <w:numFmt w:val="lowerLetter"/>
      <w:lvlText w:val="%2."/>
      <w:lvlJc w:val="left"/>
      <w:pPr>
        <w:ind w:left="1440" w:hanging="360"/>
      </w:pPr>
    </w:lvl>
    <w:lvl w:ilvl="2" w:tplc="346C7EB2">
      <w:start w:val="1"/>
      <w:numFmt w:val="lowerRoman"/>
      <w:lvlText w:val="%3."/>
      <w:lvlJc w:val="right"/>
      <w:pPr>
        <w:ind w:left="2160" w:hanging="180"/>
      </w:pPr>
    </w:lvl>
    <w:lvl w:ilvl="3" w:tplc="16A64B7C">
      <w:start w:val="1"/>
      <w:numFmt w:val="decimal"/>
      <w:lvlText w:val="%4."/>
      <w:lvlJc w:val="left"/>
      <w:pPr>
        <w:ind w:left="2880" w:hanging="360"/>
      </w:pPr>
    </w:lvl>
    <w:lvl w:ilvl="4" w:tplc="307C56A6">
      <w:start w:val="1"/>
      <w:numFmt w:val="lowerLetter"/>
      <w:lvlText w:val="%5."/>
      <w:lvlJc w:val="left"/>
      <w:pPr>
        <w:ind w:left="3600" w:hanging="360"/>
      </w:pPr>
    </w:lvl>
    <w:lvl w:ilvl="5" w:tplc="7D768C2A">
      <w:start w:val="1"/>
      <w:numFmt w:val="lowerRoman"/>
      <w:lvlText w:val="%6."/>
      <w:lvlJc w:val="right"/>
      <w:pPr>
        <w:ind w:left="4320" w:hanging="180"/>
      </w:pPr>
    </w:lvl>
    <w:lvl w:ilvl="6" w:tplc="9F3405CE">
      <w:start w:val="1"/>
      <w:numFmt w:val="decimal"/>
      <w:lvlText w:val="%7."/>
      <w:lvlJc w:val="left"/>
      <w:pPr>
        <w:ind w:left="5040" w:hanging="360"/>
      </w:pPr>
    </w:lvl>
    <w:lvl w:ilvl="7" w:tplc="2E5834F6">
      <w:start w:val="1"/>
      <w:numFmt w:val="lowerLetter"/>
      <w:lvlText w:val="%8."/>
      <w:lvlJc w:val="left"/>
      <w:pPr>
        <w:ind w:left="5760" w:hanging="360"/>
      </w:pPr>
    </w:lvl>
    <w:lvl w:ilvl="8" w:tplc="332EB2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568E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189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BE2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CB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24E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0C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8F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64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047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DA4C24E6">
      <w:start w:val="1"/>
      <w:numFmt w:val="decimal"/>
      <w:lvlText w:val="%1."/>
      <w:lvlJc w:val="left"/>
      <w:pPr>
        <w:ind w:left="720" w:hanging="360"/>
      </w:pPr>
    </w:lvl>
    <w:lvl w:ilvl="1" w:tplc="18E69A70">
      <w:start w:val="1"/>
      <w:numFmt w:val="lowerLetter"/>
      <w:lvlText w:val="%2."/>
      <w:lvlJc w:val="left"/>
      <w:pPr>
        <w:ind w:left="1440" w:hanging="360"/>
      </w:pPr>
    </w:lvl>
    <w:lvl w:ilvl="2" w:tplc="293C4A48">
      <w:start w:val="1"/>
      <w:numFmt w:val="lowerRoman"/>
      <w:lvlText w:val="%3."/>
      <w:lvlJc w:val="right"/>
      <w:pPr>
        <w:ind w:left="2160" w:hanging="180"/>
      </w:pPr>
    </w:lvl>
    <w:lvl w:ilvl="3" w:tplc="03B0E438" w:tentative="1">
      <w:start w:val="1"/>
      <w:numFmt w:val="decimal"/>
      <w:lvlText w:val="%4."/>
      <w:lvlJc w:val="left"/>
      <w:pPr>
        <w:ind w:left="2880" w:hanging="360"/>
      </w:pPr>
    </w:lvl>
    <w:lvl w:ilvl="4" w:tplc="FB68635C" w:tentative="1">
      <w:start w:val="1"/>
      <w:numFmt w:val="lowerLetter"/>
      <w:lvlText w:val="%5."/>
      <w:lvlJc w:val="left"/>
      <w:pPr>
        <w:ind w:left="3600" w:hanging="360"/>
      </w:pPr>
    </w:lvl>
    <w:lvl w:ilvl="5" w:tplc="40DA7DCA" w:tentative="1">
      <w:start w:val="1"/>
      <w:numFmt w:val="lowerRoman"/>
      <w:lvlText w:val="%6."/>
      <w:lvlJc w:val="right"/>
      <w:pPr>
        <w:ind w:left="4320" w:hanging="180"/>
      </w:pPr>
    </w:lvl>
    <w:lvl w:ilvl="6" w:tplc="2A80FB4E" w:tentative="1">
      <w:start w:val="1"/>
      <w:numFmt w:val="decimal"/>
      <w:lvlText w:val="%7."/>
      <w:lvlJc w:val="left"/>
      <w:pPr>
        <w:ind w:left="5040" w:hanging="360"/>
      </w:pPr>
    </w:lvl>
    <w:lvl w:ilvl="7" w:tplc="8F3467A2" w:tentative="1">
      <w:start w:val="1"/>
      <w:numFmt w:val="lowerLetter"/>
      <w:lvlText w:val="%8."/>
      <w:lvlJc w:val="left"/>
      <w:pPr>
        <w:ind w:left="5760" w:hanging="360"/>
      </w:pPr>
    </w:lvl>
    <w:lvl w:ilvl="8" w:tplc="19B81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A00A0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EC8A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981E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A9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463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0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84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E1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0AD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77D0F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44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B0C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82B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85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CE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0C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67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61D25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3435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CC258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228B1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3F636E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9DA52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44A183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466EA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C0ED67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A26C74E0">
      <w:start w:val="1"/>
      <w:numFmt w:val="decimal"/>
      <w:lvlText w:val="%1."/>
      <w:lvlJc w:val="left"/>
      <w:pPr>
        <w:ind w:left="720" w:hanging="360"/>
      </w:pPr>
    </w:lvl>
    <w:lvl w:ilvl="1" w:tplc="26A863D0" w:tentative="1">
      <w:start w:val="1"/>
      <w:numFmt w:val="lowerLetter"/>
      <w:lvlText w:val="%2."/>
      <w:lvlJc w:val="left"/>
      <w:pPr>
        <w:ind w:left="1440" w:hanging="360"/>
      </w:pPr>
    </w:lvl>
    <w:lvl w:ilvl="2" w:tplc="96AA7F4A" w:tentative="1">
      <w:start w:val="1"/>
      <w:numFmt w:val="lowerRoman"/>
      <w:lvlText w:val="%3."/>
      <w:lvlJc w:val="right"/>
      <w:pPr>
        <w:ind w:left="2160" w:hanging="180"/>
      </w:pPr>
    </w:lvl>
    <w:lvl w:ilvl="3" w:tplc="ABFC7F5C" w:tentative="1">
      <w:start w:val="1"/>
      <w:numFmt w:val="decimal"/>
      <w:lvlText w:val="%4."/>
      <w:lvlJc w:val="left"/>
      <w:pPr>
        <w:ind w:left="2880" w:hanging="360"/>
      </w:pPr>
    </w:lvl>
    <w:lvl w:ilvl="4" w:tplc="6832DCEE" w:tentative="1">
      <w:start w:val="1"/>
      <w:numFmt w:val="lowerLetter"/>
      <w:lvlText w:val="%5."/>
      <w:lvlJc w:val="left"/>
      <w:pPr>
        <w:ind w:left="3600" w:hanging="360"/>
      </w:pPr>
    </w:lvl>
    <w:lvl w:ilvl="5" w:tplc="1A34AC9E" w:tentative="1">
      <w:start w:val="1"/>
      <w:numFmt w:val="lowerRoman"/>
      <w:lvlText w:val="%6."/>
      <w:lvlJc w:val="right"/>
      <w:pPr>
        <w:ind w:left="4320" w:hanging="180"/>
      </w:pPr>
    </w:lvl>
    <w:lvl w:ilvl="6" w:tplc="B5D40740" w:tentative="1">
      <w:start w:val="1"/>
      <w:numFmt w:val="decimal"/>
      <w:lvlText w:val="%7."/>
      <w:lvlJc w:val="left"/>
      <w:pPr>
        <w:ind w:left="5040" w:hanging="360"/>
      </w:pPr>
    </w:lvl>
    <w:lvl w:ilvl="7" w:tplc="8280D97E" w:tentative="1">
      <w:start w:val="1"/>
      <w:numFmt w:val="lowerLetter"/>
      <w:lvlText w:val="%8."/>
      <w:lvlJc w:val="left"/>
      <w:pPr>
        <w:ind w:left="5760" w:hanging="360"/>
      </w:pPr>
    </w:lvl>
    <w:lvl w:ilvl="8" w:tplc="46800F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B0A4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8C9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AB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68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EF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980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85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F61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29C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0BE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48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804F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CC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E56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7EA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844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AD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766C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F91A1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BEF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F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2EB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4DC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A1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8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A6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D25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tDQyszAxMjYysDRW0lEKTi0uzszPAykwrgUA1nsUaiwAAAA="/>
  </w:docVars>
  <w:rsids>
    <w:rsidRoot w:val="006433AD"/>
    <w:rsid w:val="005401A5"/>
    <w:rsid w:val="00541BF3"/>
    <w:rsid w:val="006433AD"/>
    <w:rsid w:val="007E1D5F"/>
    <w:rsid w:val="009611EA"/>
    <w:rsid w:val="00C63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7C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53C3-4A50-486C-B98E-0C978CCA316C}"/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AD6E329-913F-40F5-90FC-F7110C9D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MSMENV272_STDec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2019-04-08T00:47:00Z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